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019" w:rsidRPr="007E2432" w:rsidRDefault="00C97019" w:rsidP="000E0227">
      <w:pPr>
        <w:spacing w:after="0" w:line="240" w:lineRule="auto"/>
        <w:rPr>
          <w:rFonts w:cs="Calibri"/>
          <w:lang w:val="sr-Cyrl-CS"/>
        </w:rPr>
      </w:pPr>
      <w:r w:rsidRPr="007E2432">
        <w:rPr>
          <w:rFonts w:cs="Calibri"/>
          <w:lang w:val="sr-Cyrl-CS"/>
        </w:rPr>
        <w:t xml:space="preserve">      На основу члана </w:t>
      </w:r>
      <w:r w:rsidRPr="007E2432">
        <w:rPr>
          <w:rFonts w:cs="Calibri"/>
        </w:rPr>
        <w:t>115. ст. 2. и 3., чл.116., ст 1., 2. ,4. ,5. ,6. ,9. ,13. и 15. и 117. ст.1. и 2. Закона о основама система образовања и васпитања („Службени гласник Републике Србије“, број 88/17 и 27/18-др. закони)</w:t>
      </w:r>
      <w:r>
        <w:rPr>
          <w:rFonts w:cs="Calibri"/>
          <w:lang w:val="sr-Cyrl-CS"/>
        </w:rPr>
        <w:t xml:space="preserve"> и члана 33</w:t>
      </w:r>
      <w:r w:rsidRPr="007E2432">
        <w:rPr>
          <w:rFonts w:cs="Calibri"/>
          <w:lang w:val="sr-Cyrl-CS"/>
        </w:rPr>
        <w:t>. Статута града Врања („Службени гласник града В</w:t>
      </w:r>
      <w:r>
        <w:rPr>
          <w:rFonts w:cs="Calibri"/>
          <w:lang w:val="sr-Cyrl-CS"/>
        </w:rPr>
        <w:t>рања“, бр.37/18</w:t>
      </w:r>
      <w:r w:rsidRPr="007E2432">
        <w:rPr>
          <w:rFonts w:cs="Calibri"/>
          <w:lang w:val="sr-Cyrl-CS"/>
        </w:rPr>
        <w:t>), Скупштина града Врања на се</w:t>
      </w:r>
      <w:r>
        <w:rPr>
          <w:rFonts w:cs="Calibri"/>
          <w:lang w:val="sr-Cyrl-CS"/>
        </w:rPr>
        <w:t xml:space="preserve">дници одржаној дана  </w:t>
      </w:r>
      <w:r>
        <w:rPr>
          <w:rFonts w:cs="Calibri"/>
        </w:rPr>
        <w:t>11.03.</w:t>
      </w:r>
      <w:r w:rsidRPr="007E2432">
        <w:rPr>
          <w:rFonts w:cs="Calibri"/>
          <w:lang w:val="sr-Cyrl-CS"/>
        </w:rPr>
        <w:t>2019. године, донела је</w:t>
      </w:r>
      <w:r>
        <w:rPr>
          <w:rFonts w:cs="Calibri"/>
          <w:lang w:val="sr-Cyrl-CS"/>
        </w:rPr>
        <w:t>:</w:t>
      </w:r>
      <w:r w:rsidRPr="007E2432">
        <w:rPr>
          <w:rFonts w:cs="Calibri"/>
          <w:lang w:val="sr-Cyrl-CS"/>
        </w:rPr>
        <w:t xml:space="preserve"> </w:t>
      </w:r>
    </w:p>
    <w:p w:rsidR="00C97019" w:rsidRPr="00851FF9" w:rsidRDefault="00C97019" w:rsidP="000E0227">
      <w:pPr>
        <w:spacing w:after="0" w:line="240" w:lineRule="auto"/>
        <w:rPr>
          <w:rFonts w:cs="Calibri"/>
          <w:sz w:val="24"/>
          <w:szCs w:val="24"/>
        </w:rPr>
      </w:pPr>
    </w:p>
    <w:p w:rsidR="00C97019" w:rsidRPr="00851FF9" w:rsidRDefault="00C97019" w:rsidP="000E0227">
      <w:pPr>
        <w:spacing w:after="0" w:line="240" w:lineRule="auto"/>
        <w:rPr>
          <w:rFonts w:cs="Calibri"/>
          <w:sz w:val="24"/>
          <w:szCs w:val="24"/>
          <w:lang w:val="sr-Cyrl-CS"/>
        </w:rPr>
      </w:pPr>
    </w:p>
    <w:p w:rsidR="00C97019" w:rsidRPr="00851FF9" w:rsidRDefault="00C97019" w:rsidP="000E0227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  <w:r w:rsidRPr="00851FF9">
        <w:rPr>
          <w:rFonts w:cs="Calibri"/>
          <w:b/>
          <w:sz w:val="24"/>
          <w:szCs w:val="24"/>
          <w:lang w:val="sr-Cyrl-CS"/>
        </w:rPr>
        <w:t xml:space="preserve">Р Е Ш Е Њ Е </w:t>
      </w:r>
    </w:p>
    <w:p w:rsidR="00C97019" w:rsidRPr="00851FF9" w:rsidRDefault="00C97019" w:rsidP="000E0227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  <w:r w:rsidRPr="00851FF9">
        <w:rPr>
          <w:rFonts w:cs="Calibri"/>
          <w:b/>
          <w:sz w:val="24"/>
          <w:szCs w:val="24"/>
          <w:lang w:val="sr-Cyrl-CS"/>
        </w:rPr>
        <w:t>О ИЗМЕНИ И ДОПУНИ РЕШЕЊА О ИМЕНОВАЊУ ЧЛАНОВА ШКОЛСКИХ ОДБОРА У СРЕДЊИМ ШКОЛАМА НА ТЕРИТОРИЈИ ГРАДА ВРАЊА</w:t>
      </w:r>
    </w:p>
    <w:p w:rsidR="00C97019" w:rsidRPr="008742E9" w:rsidRDefault="00C97019" w:rsidP="000E02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97019" w:rsidRDefault="00C97019" w:rsidP="00042632">
      <w:pPr>
        <w:jc w:val="center"/>
      </w:pPr>
      <w:r>
        <w:t>Члан 1.</w:t>
      </w:r>
    </w:p>
    <w:p w:rsidR="00C97019" w:rsidRDefault="00C97019" w:rsidP="000E0227">
      <w:pPr>
        <w:tabs>
          <w:tab w:val="left" w:pos="915"/>
        </w:tabs>
      </w:pPr>
      <w:r>
        <w:t xml:space="preserve">   У чл. 1 Решења о именовању чланова школских одбора у средњим школама на територији града Врања у Школски одбор „ Техничка школа“ Врање, именују се:</w:t>
      </w:r>
    </w:p>
    <w:p w:rsidR="00C97019" w:rsidRDefault="00C97019" w:rsidP="000E0227">
      <w:pPr>
        <w:pStyle w:val="ListParagraph"/>
        <w:numPr>
          <w:ilvl w:val="0"/>
          <w:numId w:val="1"/>
        </w:numPr>
        <w:tabs>
          <w:tab w:val="left" w:pos="915"/>
        </w:tabs>
      </w:pPr>
      <w:r>
        <w:t>Далибор Бојковић из Врања, ул. Жикице Јовановића Шпанца бр.4/27, средња стручна спрема, представник локалне самоуправе.</w:t>
      </w:r>
    </w:p>
    <w:p w:rsidR="00C97019" w:rsidRDefault="00C97019" w:rsidP="000E0227">
      <w:pPr>
        <w:pStyle w:val="ListParagraph"/>
        <w:numPr>
          <w:ilvl w:val="0"/>
          <w:numId w:val="1"/>
        </w:numPr>
        <w:tabs>
          <w:tab w:val="left" w:pos="915"/>
        </w:tabs>
      </w:pPr>
      <w:r>
        <w:t>Драгана Младеновић, економиста из Врања, ул. Матије Гупца бр. 21, представник родитеља.</w:t>
      </w:r>
    </w:p>
    <w:p w:rsidR="00C97019" w:rsidRPr="00851FF9" w:rsidRDefault="00C97019" w:rsidP="00851FF9">
      <w:pPr>
        <w:tabs>
          <w:tab w:val="left" w:pos="915"/>
        </w:tabs>
        <w:ind w:left="360"/>
      </w:pPr>
    </w:p>
    <w:p w:rsidR="00C97019" w:rsidRDefault="00C97019" w:rsidP="00042632">
      <w:pPr>
        <w:jc w:val="center"/>
      </w:pPr>
      <w:r>
        <w:t>Члан 2.</w:t>
      </w:r>
    </w:p>
    <w:p w:rsidR="00C97019" w:rsidRDefault="00C97019" w:rsidP="000E0227">
      <w:r>
        <w:t xml:space="preserve">     Мандат нових чланова Школског одбора „ Техничке школе“ Врање траје до истека мандата чланова школских одбора средњих школа на територији града Врања именованих Решењем Скупштине града Врања бр. 02-141/2018-10 од 16.05.2018. године.</w:t>
      </w:r>
    </w:p>
    <w:p w:rsidR="00C97019" w:rsidRDefault="00C97019" w:rsidP="000E0227"/>
    <w:p w:rsidR="00C97019" w:rsidRDefault="00C97019" w:rsidP="00851FF9">
      <w:pPr>
        <w:jc w:val="center"/>
      </w:pPr>
      <w:r>
        <w:t>Члан 3.</w:t>
      </w:r>
    </w:p>
    <w:p w:rsidR="00C97019" w:rsidRDefault="00C97019" w:rsidP="000E0227">
      <w:r>
        <w:t>Решење ступа на снагу даном доношења и објавиће се у Службеном гласнику града Врања.</w:t>
      </w:r>
    </w:p>
    <w:p w:rsidR="00C97019" w:rsidRDefault="00C97019" w:rsidP="000E0227"/>
    <w:p w:rsidR="00C97019" w:rsidRPr="00851FF9" w:rsidRDefault="00C97019" w:rsidP="00851FF9">
      <w:pPr>
        <w:spacing w:after="0" w:line="240" w:lineRule="auto"/>
        <w:rPr>
          <w:rFonts w:cs="Calibri"/>
          <w:sz w:val="24"/>
          <w:szCs w:val="24"/>
          <w:lang w:val="sr-Cyrl-CS"/>
        </w:rPr>
      </w:pPr>
    </w:p>
    <w:p w:rsidR="00C97019" w:rsidRPr="00851FF9" w:rsidRDefault="00C97019" w:rsidP="00851FF9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  <w:r w:rsidRPr="00851FF9">
        <w:rPr>
          <w:rFonts w:cs="Calibri"/>
          <w:b/>
          <w:sz w:val="24"/>
          <w:szCs w:val="24"/>
          <w:lang w:val="sr-Cyrl-CS"/>
        </w:rPr>
        <w:t xml:space="preserve">СКУПШТИНА ГРАДА ВРАЊА </w:t>
      </w:r>
    </w:p>
    <w:p w:rsidR="00C97019" w:rsidRDefault="00C97019" w:rsidP="00851FF9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  <w:lang w:val="sr-Cyrl-CS"/>
        </w:rPr>
        <w:t xml:space="preserve"> </w:t>
      </w:r>
      <w:r>
        <w:rPr>
          <w:rFonts w:cs="Calibri"/>
          <w:b/>
          <w:sz w:val="24"/>
          <w:szCs w:val="24"/>
        </w:rPr>
        <w:t>11.03.</w:t>
      </w:r>
      <w:r>
        <w:rPr>
          <w:rFonts w:cs="Calibri"/>
          <w:b/>
          <w:sz w:val="24"/>
          <w:szCs w:val="24"/>
          <w:lang w:val="sr-Cyrl-CS"/>
        </w:rPr>
        <w:t xml:space="preserve">2019. године, број: </w:t>
      </w:r>
      <w:r>
        <w:rPr>
          <w:rFonts w:cs="Calibri"/>
          <w:b/>
          <w:sz w:val="24"/>
          <w:szCs w:val="24"/>
        </w:rPr>
        <w:t>02-66/2019-10</w:t>
      </w:r>
    </w:p>
    <w:p w:rsidR="00C97019" w:rsidRPr="00BB3BF7" w:rsidRDefault="00C97019" w:rsidP="00851FF9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C97019" w:rsidRPr="00851FF9" w:rsidRDefault="00C97019" w:rsidP="00851FF9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</w:p>
    <w:p w:rsidR="00C97019" w:rsidRPr="00BB3BF7" w:rsidRDefault="00C97019" w:rsidP="00042632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851FF9">
        <w:rPr>
          <w:rFonts w:cs="Calibri"/>
          <w:b/>
          <w:sz w:val="24"/>
          <w:szCs w:val="24"/>
          <w:lang w:val="sr-Cyrl-CS"/>
        </w:rPr>
        <w:t xml:space="preserve">                                                 </w:t>
      </w:r>
      <w:r>
        <w:rPr>
          <w:rFonts w:cs="Calibri"/>
          <w:b/>
          <w:sz w:val="24"/>
          <w:szCs w:val="24"/>
          <w:lang w:val="sr-Cyrl-CS"/>
        </w:rPr>
        <w:t xml:space="preserve">                     </w:t>
      </w:r>
      <w:r>
        <w:rPr>
          <w:rFonts w:cs="Calibri"/>
          <w:b/>
          <w:sz w:val="24"/>
          <w:szCs w:val="24"/>
        </w:rPr>
        <w:t xml:space="preserve">        </w:t>
      </w:r>
      <w:r>
        <w:rPr>
          <w:rFonts w:cs="Calibri"/>
          <w:b/>
          <w:sz w:val="24"/>
          <w:szCs w:val="24"/>
          <w:lang w:val="sr-Cyrl-CS"/>
        </w:rPr>
        <w:t>ПРЕДСЕДНИК</w:t>
      </w:r>
      <w:r>
        <w:rPr>
          <w:rFonts w:cs="Calibri"/>
          <w:b/>
          <w:sz w:val="24"/>
          <w:szCs w:val="24"/>
        </w:rPr>
        <w:t xml:space="preserve"> СКУПШТИНЕ</w:t>
      </w:r>
    </w:p>
    <w:p w:rsidR="00C97019" w:rsidRPr="00203350" w:rsidRDefault="00C97019" w:rsidP="00203350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851FF9">
        <w:rPr>
          <w:rFonts w:cs="Calibri"/>
          <w:b/>
          <w:sz w:val="24"/>
          <w:szCs w:val="24"/>
          <w:lang w:val="sr-Cyrl-CS"/>
        </w:rPr>
        <w:t xml:space="preserve">                                                                             Дејан Тричковић, спец. двм</w:t>
      </w:r>
      <w:r>
        <w:rPr>
          <w:rFonts w:cs="Calibri"/>
          <w:b/>
          <w:sz w:val="24"/>
          <w:szCs w:val="24"/>
        </w:rPr>
        <w:t>,с.р.</w:t>
      </w:r>
    </w:p>
    <w:p w:rsidR="00C97019" w:rsidRPr="00203350" w:rsidRDefault="00C97019" w:rsidP="00203350">
      <w:pPr>
        <w:ind w:left="360"/>
        <w:rPr>
          <w:b/>
          <w:sz w:val="24"/>
          <w:szCs w:val="24"/>
        </w:rPr>
      </w:pPr>
      <w:r w:rsidRPr="00203350">
        <w:rPr>
          <w:b/>
          <w:sz w:val="24"/>
          <w:szCs w:val="24"/>
        </w:rPr>
        <w:t xml:space="preserve">ТАЧНОСТ ПРЕПИСА ОВЕРАВА:                    </w:t>
      </w:r>
      <w:r>
        <w:rPr>
          <w:b/>
          <w:sz w:val="24"/>
          <w:szCs w:val="24"/>
        </w:rPr>
        <w:t xml:space="preserve">                      </w:t>
      </w:r>
      <w:r w:rsidRPr="00203350">
        <w:rPr>
          <w:b/>
          <w:sz w:val="24"/>
          <w:szCs w:val="24"/>
        </w:rPr>
        <w:t>СЕКРЕТАР СКУПШТИНЕ</w:t>
      </w:r>
    </w:p>
    <w:p w:rsidR="00C97019" w:rsidRPr="00175F6E" w:rsidRDefault="00C97019" w:rsidP="00175F6E">
      <w:pPr>
        <w:ind w:left="360"/>
        <w:rPr>
          <w:b/>
          <w:sz w:val="24"/>
          <w:szCs w:val="24"/>
        </w:rPr>
      </w:pPr>
      <w:r w:rsidRPr="00203350">
        <w:rPr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</w:t>
      </w:r>
      <w:r w:rsidRPr="00203350">
        <w:rPr>
          <w:b/>
          <w:sz w:val="24"/>
          <w:szCs w:val="24"/>
        </w:rPr>
        <w:t>Марко Тричковић</w:t>
      </w:r>
    </w:p>
    <w:p w:rsidR="00C97019" w:rsidRPr="00851FF9" w:rsidRDefault="00C97019" w:rsidP="00851FF9">
      <w:pPr>
        <w:spacing w:after="0" w:line="240" w:lineRule="auto"/>
        <w:rPr>
          <w:rFonts w:cs="Calibri"/>
          <w:sz w:val="24"/>
          <w:szCs w:val="24"/>
          <w:lang w:val="sr-Cyrl-CS"/>
        </w:rPr>
      </w:pPr>
      <w:r>
        <w:rPr>
          <w:rFonts w:cs="Calibri"/>
          <w:sz w:val="24"/>
          <w:szCs w:val="24"/>
          <w:lang w:val="sr-Cyrl-CS"/>
        </w:rPr>
        <w:t xml:space="preserve">      </w:t>
      </w:r>
      <w:r w:rsidRPr="00851FF9">
        <w:rPr>
          <w:rFonts w:cs="Calibri"/>
          <w:sz w:val="24"/>
          <w:szCs w:val="24"/>
          <w:lang w:val="sr-Cyrl-CS"/>
        </w:rPr>
        <w:t xml:space="preserve">На основу члана </w:t>
      </w:r>
      <w:r w:rsidRPr="00851FF9">
        <w:rPr>
          <w:rFonts w:cs="Calibri"/>
          <w:sz w:val="24"/>
          <w:szCs w:val="24"/>
        </w:rPr>
        <w:t>115. ст. 2. и 3., чл.116., ст 1., 2. ,4. ,5. ,6. ,9. ,13. и 15. и 117. ст.1. и 2. Закона о основама система образовања и васпитања („Службени гласник Републике Србије“, број 88/17 и 27/18-др. закони)</w:t>
      </w:r>
      <w:r>
        <w:rPr>
          <w:rFonts w:cs="Calibri"/>
          <w:sz w:val="24"/>
          <w:szCs w:val="24"/>
          <w:lang w:val="sr-Cyrl-CS"/>
        </w:rPr>
        <w:t xml:space="preserve"> и члана 33</w:t>
      </w:r>
      <w:r w:rsidRPr="00851FF9">
        <w:rPr>
          <w:rFonts w:cs="Calibri"/>
          <w:sz w:val="24"/>
          <w:szCs w:val="24"/>
          <w:lang w:val="sr-Cyrl-CS"/>
        </w:rPr>
        <w:t>. Статута града Врања („Службени гласник града В</w:t>
      </w:r>
      <w:r>
        <w:rPr>
          <w:rFonts w:cs="Calibri"/>
          <w:sz w:val="24"/>
          <w:szCs w:val="24"/>
          <w:lang w:val="sr-Cyrl-CS"/>
        </w:rPr>
        <w:t>рања“, број 37/18</w:t>
      </w:r>
      <w:r w:rsidRPr="00851FF9">
        <w:rPr>
          <w:rFonts w:cs="Calibri"/>
          <w:sz w:val="24"/>
          <w:szCs w:val="24"/>
          <w:lang w:val="sr-Cyrl-CS"/>
        </w:rPr>
        <w:t>), Скупштина града Врања на седници одржан</w:t>
      </w:r>
      <w:r>
        <w:rPr>
          <w:rFonts w:cs="Calibri"/>
          <w:sz w:val="24"/>
          <w:szCs w:val="24"/>
          <w:lang w:val="sr-Cyrl-CS"/>
        </w:rPr>
        <w:t xml:space="preserve">ој дана  </w:t>
      </w:r>
      <w:r>
        <w:rPr>
          <w:rFonts w:cs="Calibri"/>
          <w:sz w:val="24"/>
          <w:szCs w:val="24"/>
        </w:rPr>
        <w:t>11.03.</w:t>
      </w:r>
      <w:r>
        <w:rPr>
          <w:rFonts w:cs="Calibri"/>
          <w:sz w:val="24"/>
          <w:szCs w:val="24"/>
          <w:lang w:val="sr-Cyrl-CS"/>
        </w:rPr>
        <w:t>2019</w:t>
      </w:r>
      <w:r w:rsidRPr="00851FF9">
        <w:rPr>
          <w:rFonts w:cs="Calibri"/>
          <w:sz w:val="24"/>
          <w:szCs w:val="24"/>
          <w:lang w:val="sr-Cyrl-CS"/>
        </w:rPr>
        <w:t xml:space="preserve">. године, донела је </w:t>
      </w:r>
    </w:p>
    <w:p w:rsidR="00C97019" w:rsidRPr="00851FF9" w:rsidRDefault="00C97019" w:rsidP="00851FF9">
      <w:pPr>
        <w:spacing w:after="0" w:line="240" w:lineRule="auto"/>
        <w:rPr>
          <w:rFonts w:cs="Calibri"/>
          <w:sz w:val="24"/>
          <w:szCs w:val="24"/>
        </w:rPr>
      </w:pPr>
    </w:p>
    <w:p w:rsidR="00C97019" w:rsidRPr="00851FF9" w:rsidRDefault="00C97019" w:rsidP="00851FF9">
      <w:pPr>
        <w:spacing w:after="0" w:line="240" w:lineRule="auto"/>
        <w:rPr>
          <w:rFonts w:cs="Calibri"/>
          <w:sz w:val="24"/>
          <w:szCs w:val="24"/>
          <w:lang w:val="sr-Cyrl-CS"/>
        </w:rPr>
      </w:pPr>
    </w:p>
    <w:p w:rsidR="00C97019" w:rsidRPr="00851FF9" w:rsidRDefault="00C97019" w:rsidP="00851FF9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  <w:r w:rsidRPr="00851FF9">
        <w:rPr>
          <w:rFonts w:cs="Calibri"/>
          <w:b/>
          <w:sz w:val="24"/>
          <w:szCs w:val="24"/>
          <w:lang w:val="sr-Cyrl-CS"/>
        </w:rPr>
        <w:t xml:space="preserve">Р Е Ш Е Њ Е </w:t>
      </w:r>
    </w:p>
    <w:p w:rsidR="00C97019" w:rsidRDefault="00C97019" w:rsidP="00851FF9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  <w:r w:rsidRPr="00851FF9">
        <w:rPr>
          <w:rFonts w:cs="Calibri"/>
          <w:b/>
          <w:sz w:val="24"/>
          <w:szCs w:val="24"/>
          <w:lang w:val="sr-Cyrl-CS"/>
        </w:rPr>
        <w:t>О</w:t>
      </w:r>
      <w:r>
        <w:rPr>
          <w:rFonts w:cs="Calibri"/>
          <w:b/>
          <w:sz w:val="24"/>
          <w:szCs w:val="24"/>
          <w:lang w:val="sr-Cyrl-CS"/>
        </w:rPr>
        <w:t xml:space="preserve"> РАЗРЕШЕЊУ ПРЕДСЕДНИКА И ЧЛАНА ШКОЛСКОГ ОДБОРА „ ТЕХНИЧКА ШКОЛА“ВРАЊЕ</w:t>
      </w:r>
    </w:p>
    <w:p w:rsidR="00C97019" w:rsidRPr="00851FF9" w:rsidRDefault="00C97019" w:rsidP="00851FF9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</w:p>
    <w:p w:rsidR="00C97019" w:rsidRPr="008742E9" w:rsidRDefault="00C97019" w:rsidP="00851FF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97019" w:rsidRDefault="00C97019" w:rsidP="006773F0">
      <w:pPr>
        <w:jc w:val="center"/>
      </w:pPr>
      <w:r>
        <w:t>Члан 1.</w:t>
      </w:r>
    </w:p>
    <w:p w:rsidR="00C97019" w:rsidRDefault="00C97019" w:rsidP="006225C3">
      <w:pPr>
        <w:tabs>
          <w:tab w:val="left" w:pos="1110"/>
        </w:tabs>
      </w:pPr>
      <w:r>
        <w:t xml:space="preserve">       У Решењу о именовању Чланова Школских одбора средњих школа на територији града Врања, бр. 02-141/2018-10 од 16.05.2018. године, у чл. 1 тач.3 Решења,у Школски одбор  „Техничка школа“ Врање: разрешавају се:</w:t>
      </w:r>
    </w:p>
    <w:p w:rsidR="00C97019" w:rsidRDefault="00C97019" w:rsidP="006225C3">
      <w:pPr>
        <w:pStyle w:val="ListParagraph"/>
        <w:numPr>
          <w:ilvl w:val="0"/>
          <w:numId w:val="2"/>
        </w:numPr>
        <w:tabs>
          <w:tab w:val="left" w:pos="1110"/>
        </w:tabs>
      </w:pPr>
      <w:r>
        <w:t>Милан Манасијевић, дипл.правник из Врања, представник локалне самоуправе, председник ШО, подношењем оставке.</w:t>
      </w:r>
    </w:p>
    <w:p w:rsidR="00C97019" w:rsidRDefault="00C97019" w:rsidP="006225C3">
      <w:pPr>
        <w:pStyle w:val="ListParagraph"/>
        <w:numPr>
          <w:ilvl w:val="0"/>
          <w:numId w:val="2"/>
        </w:numPr>
        <w:tabs>
          <w:tab w:val="left" w:pos="1110"/>
        </w:tabs>
      </w:pPr>
      <w:r>
        <w:t>Весна Крстић, виша медицинска сестра, члан школског одбора из реда родитеља, због постојања сукоба интереса.</w:t>
      </w:r>
    </w:p>
    <w:p w:rsidR="00C97019" w:rsidRDefault="00C97019" w:rsidP="006225C3">
      <w:pPr>
        <w:pStyle w:val="ListParagraph"/>
        <w:tabs>
          <w:tab w:val="left" w:pos="1110"/>
        </w:tabs>
      </w:pPr>
    </w:p>
    <w:p w:rsidR="00C97019" w:rsidRDefault="00C97019" w:rsidP="006225C3"/>
    <w:p w:rsidR="00C97019" w:rsidRDefault="00C97019" w:rsidP="006225C3">
      <w:pPr>
        <w:tabs>
          <w:tab w:val="left" w:pos="3495"/>
        </w:tabs>
      </w:pPr>
      <w:r>
        <w:tab/>
        <w:t xml:space="preserve">                Члан 2.</w:t>
      </w:r>
    </w:p>
    <w:p w:rsidR="00C97019" w:rsidRDefault="00C97019" w:rsidP="006225C3">
      <w:pPr>
        <w:tabs>
          <w:tab w:val="left" w:pos="3495"/>
        </w:tabs>
      </w:pPr>
      <w:r>
        <w:t>Решење ступа на снагу даном доношења и објавиће се у Службеном гласнику града Врања.</w:t>
      </w:r>
    </w:p>
    <w:p w:rsidR="00C97019" w:rsidRDefault="00C97019" w:rsidP="006225C3">
      <w:pPr>
        <w:tabs>
          <w:tab w:val="left" w:pos="3495"/>
        </w:tabs>
      </w:pPr>
    </w:p>
    <w:p w:rsidR="00C97019" w:rsidRDefault="00C97019" w:rsidP="006225C3">
      <w:pPr>
        <w:tabs>
          <w:tab w:val="left" w:pos="3495"/>
        </w:tabs>
      </w:pPr>
    </w:p>
    <w:p w:rsidR="00C97019" w:rsidRPr="00851FF9" w:rsidRDefault="00C97019" w:rsidP="006225C3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  <w:r w:rsidRPr="00851FF9">
        <w:rPr>
          <w:rFonts w:cs="Calibri"/>
          <w:b/>
          <w:sz w:val="24"/>
          <w:szCs w:val="24"/>
          <w:lang w:val="sr-Cyrl-CS"/>
        </w:rPr>
        <w:t xml:space="preserve">СКУПШТИНА ГРАДА ВРАЊА </w:t>
      </w:r>
    </w:p>
    <w:p w:rsidR="00C97019" w:rsidRDefault="00C97019" w:rsidP="006225C3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  <w:lang w:val="sr-Cyrl-CS"/>
        </w:rPr>
        <w:t xml:space="preserve"> </w:t>
      </w:r>
      <w:r>
        <w:rPr>
          <w:rFonts w:cs="Calibri"/>
          <w:b/>
          <w:sz w:val="24"/>
          <w:szCs w:val="24"/>
        </w:rPr>
        <w:t>11.03.</w:t>
      </w:r>
      <w:r>
        <w:rPr>
          <w:rFonts w:cs="Calibri"/>
          <w:b/>
          <w:sz w:val="24"/>
          <w:szCs w:val="24"/>
          <w:lang w:val="sr-Cyrl-CS"/>
        </w:rPr>
        <w:t xml:space="preserve">2019. године, број: </w:t>
      </w:r>
      <w:r>
        <w:rPr>
          <w:rFonts w:cs="Calibri"/>
          <w:b/>
          <w:sz w:val="24"/>
          <w:szCs w:val="24"/>
        </w:rPr>
        <w:t>02-54/2019-10</w:t>
      </w:r>
    </w:p>
    <w:p w:rsidR="00C97019" w:rsidRPr="00175F6E" w:rsidRDefault="00C97019" w:rsidP="006225C3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C97019" w:rsidRPr="00851FF9" w:rsidRDefault="00C97019" w:rsidP="006225C3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</w:p>
    <w:p w:rsidR="00C97019" w:rsidRPr="00175F6E" w:rsidRDefault="00C97019" w:rsidP="006225C3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851FF9">
        <w:rPr>
          <w:rFonts w:cs="Calibri"/>
          <w:b/>
          <w:sz w:val="24"/>
          <w:szCs w:val="24"/>
          <w:lang w:val="sr-Cyrl-CS"/>
        </w:rPr>
        <w:t xml:space="preserve">                                                 </w:t>
      </w:r>
      <w:r>
        <w:rPr>
          <w:rFonts w:cs="Calibri"/>
          <w:b/>
          <w:sz w:val="24"/>
          <w:szCs w:val="24"/>
          <w:lang w:val="sr-Cyrl-CS"/>
        </w:rPr>
        <w:t xml:space="preserve">                     </w:t>
      </w:r>
      <w:r>
        <w:rPr>
          <w:rFonts w:cs="Calibri"/>
          <w:b/>
          <w:sz w:val="24"/>
          <w:szCs w:val="24"/>
        </w:rPr>
        <w:t xml:space="preserve">         </w:t>
      </w:r>
      <w:r>
        <w:rPr>
          <w:rFonts w:cs="Calibri"/>
          <w:b/>
          <w:sz w:val="24"/>
          <w:szCs w:val="24"/>
          <w:lang w:val="sr-Cyrl-CS"/>
        </w:rPr>
        <w:t>ПРЕДСЕДНИК</w:t>
      </w:r>
      <w:r>
        <w:rPr>
          <w:rFonts w:cs="Calibri"/>
          <w:b/>
          <w:sz w:val="24"/>
          <w:szCs w:val="24"/>
        </w:rPr>
        <w:t xml:space="preserve"> СКУПШТИНЕ</w:t>
      </w:r>
    </w:p>
    <w:p w:rsidR="00C97019" w:rsidRDefault="00C97019" w:rsidP="006225C3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851FF9">
        <w:rPr>
          <w:rFonts w:cs="Calibri"/>
          <w:b/>
          <w:sz w:val="24"/>
          <w:szCs w:val="24"/>
          <w:lang w:val="sr-Cyrl-CS"/>
        </w:rPr>
        <w:t xml:space="preserve">                                                                             Дејан Тричковић, спец. двм</w:t>
      </w:r>
      <w:r>
        <w:rPr>
          <w:rFonts w:cs="Calibri"/>
          <w:b/>
          <w:sz w:val="24"/>
          <w:szCs w:val="24"/>
        </w:rPr>
        <w:t>,с.р.</w:t>
      </w:r>
    </w:p>
    <w:p w:rsidR="00C97019" w:rsidRDefault="00C97019" w:rsidP="00175F6E">
      <w:pPr>
        <w:ind w:left="360"/>
        <w:rPr>
          <w:b/>
        </w:rPr>
      </w:pPr>
    </w:p>
    <w:p w:rsidR="00C97019" w:rsidRPr="00175F6E" w:rsidRDefault="00C97019" w:rsidP="00175F6E">
      <w:pPr>
        <w:ind w:left="360"/>
        <w:rPr>
          <w:b/>
          <w:sz w:val="24"/>
          <w:szCs w:val="24"/>
        </w:rPr>
      </w:pPr>
      <w:r w:rsidRPr="00175F6E">
        <w:rPr>
          <w:b/>
          <w:sz w:val="24"/>
          <w:szCs w:val="24"/>
        </w:rPr>
        <w:t xml:space="preserve">ТАЧНОСТ ПРЕПИСА ОВЕРАВА:                    </w:t>
      </w:r>
      <w:r>
        <w:rPr>
          <w:b/>
          <w:sz w:val="24"/>
          <w:szCs w:val="24"/>
        </w:rPr>
        <w:t xml:space="preserve">                      </w:t>
      </w:r>
      <w:r w:rsidRPr="00175F6E">
        <w:rPr>
          <w:b/>
          <w:sz w:val="24"/>
          <w:szCs w:val="24"/>
        </w:rPr>
        <w:t>СЕКРЕТАР СКУПШТИНЕ</w:t>
      </w:r>
    </w:p>
    <w:p w:rsidR="00C97019" w:rsidRPr="00175F6E" w:rsidRDefault="00C97019" w:rsidP="00175F6E">
      <w:pPr>
        <w:ind w:left="360"/>
        <w:rPr>
          <w:b/>
          <w:sz w:val="24"/>
          <w:szCs w:val="24"/>
        </w:rPr>
      </w:pPr>
      <w:r w:rsidRPr="00175F6E">
        <w:rPr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</w:t>
      </w:r>
      <w:r w:rsidRPr="00175F6E">
        <w:rPr>
          <w:b/>
          <w:sz w:val="24"/>
          <w:szCs w:val="24"/>
        </w:rPr>
        <w:t xml:space="preserve"> Марко Тричковић</w:t>
      </w:r>
    </w:p>
    <w:p w:rsidR="00C97019" w:rsidRDefault="00C97019" w:rsidP="006225C3">
      <w:pPr>
        <w:tabs>
          <w:tab w:val="left" w:pos="3495"/>
        </w:tabs>
      </w:pPr>
    </w:p>
    <w:sectPr w:rsidR="00C97019" w:rsidSect="007F4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D2F87"/>
    <w:multiLevelType w:val="hybridMultilevel"/>
    <w:tmpl w:val="BA3AEA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E253A5"/>
    <w:multiLevelType w:val="hybridMultilevel"/>
    <w:tmpl w:val="1B701D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0227"/>
    <w:rsid w:val="00042632"/>
    <w:rsid w:val="00063477"/>
    <w:rsid w:val="000E0227"/>
    <w:rsid w:val="00115E5D"/>
    <w:rsid w:val="00175F6E"/>
    <w:rsid w:val="0018079D"/>
    <w:rsid w:val="001A73A5"/>
    <w:rsid w:val="00203350"/>
    <w:rsid w:val="003145F2"/>
    <w:rsid w:val="004C64D7"/>
    <w:rsid w:val="005D2250"/>
    <w:rsid w:val="006225C3"/>
    <w:rsid w:val="0063155E"/>
    <w:rsid w:val="00651DA3"/>
    <w:rsid w:val="00654B9B"/>
    <w:rsid w:val="006773F0"/>
    <w:rsid w:val="007322B5"/>
    <w:rsid w:val="0073592F"/>
    <w:rsid w:val="007E2432"/>
    <w:rsid w:val="007F4ACB"/>
    <w:rsid w:val="00851FF9"/>
    <w:rsid w:val="008742E9"/>
    <w:rsid w:val="00936D69"/>
    <w:rsid w:val="00AE08A9"/>
    <w:rsid w:val="00B90654"/>
    <w:rsid w:val="00BB3BF7"/>
    <w:rsid w:val="00C37D76"/>
    <w:rsid w:val="00C97019"/>
    <w:rsid w:val="00D14E8D"/>
    <w:rsid w:val="00DE101B"/>
    <w:rsid w:val="00F3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227"/>
    <w:pPr>
      <w:spacing w:after="200" w:line="276" w:lineRule="auto"/>
      <w:jc w:val="both"/>
    </w:pPr>
    <w:rPr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0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4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2</Pages>
  <Words>476</Words>
  <Characters>2716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11</cp:revision>
  <cp:lastPrinted>2019-03-12T12:58:00Z</cp:lastPrinted>
  <dcterms:created xsi:type="dcterms:W3CDTF">2019-03-06T10:21:00Z</dcterms:created>
  <dcterms:modified xsi:type="dcterms:W3CDTF">2019-03-13T13:03:00Z</dcterms:modified>
</cp:coreProperties>
</file>